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after="100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 xml:space="preserve">附件1：  </w:t>
      </w:r>
    </w:p>
    <w:p>
      <w:pPr>
        <w:widowControl/>
        <w:spacing w:before="100" w:after="10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湖州学院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第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届大学生公共管理案例大赛报名表</w:t>
      </w:r>
    </w:p>
    <w:tbl>
      <w:tblPr>
        <w:tblStyle w:val="2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497"/>
        <w:gridCol w:w="1063"/>
        <w:gridCol w:w="1382"/>
        <w:gridCol w:w="119"/>
        <w:gridCol w:w="1582"/>
        <w:gridCol w:w="284"/>
        <w:gridCol w:w="2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团队名称</w:t>
            </w:r>
          </w:p>
        </w:tc>
        <w:tc>
          <w:tcPr>
            <w:tcW w:w="6876" w:type="dxa"/>
            <w:gridSpan w:val="6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参赛作品题目</w:t>
            </w:r>
          </w:p>
        </w:tc>
        <w:tc>
          <w:tcPr>
            <w:tcW w:w="6876" w:type="dxa"/>
            <w:gridSpan w:val="6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指导老师姓名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职务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手机号码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指导老师姓名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职务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手机号码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专业、年级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44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手机号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邮箱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20" w:type="dxa"/>
            <w:gridSpan w:val="8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团队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年级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手机号</w:t>
            </w:r>
          </w:p>
        </w:tc>
        <w:tc>
          <w:tcPr>
            <w:tcW w:w="2446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1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66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6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1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66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6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1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66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6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1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66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6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47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1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66" w:type="dxa"/>
            <w:gridSpan w:val="2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6" w:type="dxa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20" w:type="dxa"/>
            <w:gridSpan w:val="8"/>
            <w:vAlign w:val="center"/>
          </w:tcPr>
          <w:p>
            <w:pPr>
              <w:widowControl/>
              <w:spacing w:before="100" w:after="10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参赛作品题目：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20" w:type="dxa"/>
            <w:gridSpan w:val="8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内容摘要（限300字，五号宋体，行间距18）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</w:trPr>
        <w:tc>
          <w:tcPr>
            <w:tcW w:w="8820" w:type="dxa"/>
            <w:gridSpan w:val="8"/>
          </w:tcPr>
          <w:p>
            <w:pPr>
              <w:widowControl/>
              <w:spacing w:before="100" w:after="1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57D93"/>
    <w:rsid w:val="00333BA1"/>
    <w:rsid w:val="003C417D"/>
    <w:rsid w:val="005C1833"/>
    <w:rsid w:val="00661B07"/>
    <w:rsid w:val="00776137"/>
    <w:rsid w:val="007D6E51"/>
    <w:rsid w:val="076A4B12"/>
    <w:rsid w:val="5F857D93"/>
    <w:rsid w:val="6D535020"/>
    <w:rsid w:val="79E4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556;&#31036;&#20891;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31</Words>
  <Characters>182</Characters>
  <Lines>1</Lines>
  <Paragraphs>1</Paragraphs>
  <TotalTime>3</TotalTime>
  <ScaleCrop>false</ScaleCrop>
  <LinksUpToDate>false</LinksUpToDate>
  <CharactersWithSpaces>212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2018-06-29T14:32:00Z</dcterms:created>
  <dc:creator>直捣黄龙</dc:creator>
  <cp:lastModifiedBy>阿甲</cp:lastModifiedBy>
  <dcterms:modified xsi:type="dcterms:W3CDTF">2021-04-12T13:05:54Z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775D565B66A64320A5BDD18C2253AE48</vt:lpwstr>
  </property>
</Properties>
</file>